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888" w:rsidRDefault="00223888" w:rsidP="006F3229">
      <w:r>
        <w:rPr>
          <w:rFonts w:ascii="Times New Roman" w:hAnsi="Times New Roman" w:cs="Times New Roman"/>
          <w:noProof/>
          <w:sz w:val="24"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5B9C4E" wp14:editId="7E882C5B">
                <wp:simplePos x="0" y="0"/>
                <wp:positionH relativeFrom="column">
                  <wp:posOffset>885825</wp:posOffset>
                </wp:positionH>
                <wp:positionV relativeFrom="paragraph">
                  <wp:posOffset>1299210</wp:posOffset>
                </wp:positionV>
                <wp:extent cx="1009650" cy="301625"/>
                <wp:effectExtent l="0" t="0" r="20320" b="222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3016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223888" w:rsidRDefault="00223888" w:rsidP="00223888">
                            <w:bookmarkStart w:id="0" w:name="_GoBack"/>
                            <w:r>
                              <w:t xml:space="preserve">Isotope model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5B9C4E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69.75pt;margin-top:102.3pt;width:79.5pt;height:23.7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" fillcolor="window" strokeweight=".5pt">
                <v:textbox>
                  <w:txbxContent>
                    <w:p w:rsidR="00223888" w:rsidRDefault="00223888" w:rsidP="00223888">
                      <w:bookmarkStart w:id="1" w:name="_GoBack"/>
                      <w:r>
                        <w:t xml:space="preserve">Isotope model 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223888">
        <w:rPr>
          <w:noProof/>
          <w:lang w:val="en-GB" w:eastAsia="en-GB"/>
        </w:rPr>
        <w:drawing>
          <wp:inline distT="0" distB="0" distL="0" distR="0">
            <wp:extent cx="9070975" cy="5939188"/>
            <wp:effectExtent l="0" t="0" r="0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39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3229" w:rsidRPr="006F3229" w:rsidRDefault="00223888" w:rsidP="006F3229">
      <w:r>
        <w:t>Expected ion not found.</w:t>
      </w:r>
      <w:r w:rsidR="006F3229">
        <w:t xml:space="preserve"> </w:t>
      </w:r>
    </w:p>
    <w:sectPr w:rsidR="006F3229" w:rsidRPr="006F3229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9C9"/>
    <w:rsid w:val="00044EB7"/>
    <w:rsid w:val="0010549E"/>
    <w:rsid w:val="001D65C8"/>
    <w:rsid w:val="00223888"/>
    <w:rsid w:val="004C2A0A"/>
    <w:rsid w:val="00595483"/>
    <w:rsid w:val="006F3229"/>
    <w:rsid w:val="008235C8"/>
    <w:rsid w:val="00A563A9"/>
    <w:rsid w:val="00B22530"/>
    <w:rsid w:val="00B2346B"/>
    <w:rsid w:val="00BD115B"/>
    <w:rsid w:val="00E751C4"/>
    <w:rsid w:val="00E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7D5DD9"/>
  <w15:docId w15:val="{18BE1FA9-9C45-49E3-9E4F-517541D0F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Waters</dc:creator>
  <cp:lastModifiedBy>Maggie Puchnar</cp:lastModifiedBy>
  <cp:revision>2</cp:revision>
  <dcterms:created xsi:type="dcterms:W3CDTF">2022-08-04T14:33:00Z</dcterms:created>
  <dcterms:modified xsi:type="dcterms:W3CDTF">2022-08-04T14:33:00Z</dcterms:modified>
</cp:coreProperties>
</file>